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546" w:rsidRDefault="00B87546" w:rsidP="000D638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Príloha č.11</w:t>
      </w:r>
    </w:p>
    <w:p w:rsidR="00B87546" w:rsidRDefault="00B87546" w:rsidP="000D638C">
      <w:pPr>
        <w:spacing w:after="0" w:line="240" w:lineRule="auto"/>
      </w:pPr>
    </w:p>
    <w:p w:rsidR="00B87546" w:rsidRPr="008132B0" w:rsidRDefault="00B87546" w:rsidP="002519D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132B0">
        <w:rPr>
          <w:rFonts w:ascii="Times New Roman" w:hAnsi="Times New Roman"/>
          <w:b/>
          <w:sz w:val="24"/>
          <w:szCs w:val="24"/>
          <w:u w:val="single"/>
        </w:rPr>
        <w:t>Michalovský domov seniorov, Ul. Jána Hollého 9, 071 01 Michalovce</w:t>
      </w:r>
    </w:p>
    <w:p w:rsidR="00B87546" w:rsidRDefault="00B87546" w:rsidP="000D638C">
      <w:pPr>
        <w:spacing w:after="0" w:line="240" w:lineRule="auto"/>
      </w:pPr>
    </w:p>
    <w:p w:rsidR="00B87546" w:rsidRDefault="00B87546" w:rsidP="000D638C">
      <w:pPr>
        <w:spacing w:after="0" w:line="240" w:lineRule="auto"/>
      </w:pPr>
    </w:p>
    <w:tbl>
      <w:tblPr>
        <w:tblW w:w="9771" w:type="dxa"/>
        <w:jc w:val="center"/>
        <w:tblCellMar>
          <w:left w:w="70" w:type="dxa"/>
          <w:right w:w="70" w:type="dxa"/>
        </w:tblCellMar>
        <w:tblLook w:val="00A0"/>
      </w:tblPr>
      <w:tblGrid>
        <w:gridCol w:w="476"/>
        <w:gridCol w:w="684"/>
        <w:gridCol w:w="3265"/>
        <w:gridCol w:w="1269"/>
        <w:gridCol w:w="1276"/>
        <w:gridCol w:w="1276"/>
        <w:gridCol w:w="1559"/>
      </w:tblGrid>
      <w:tr w:rsidR="00B87546" w:rsidRPr="00312B6D" w:rsidTr="001D1B46">
        <w:trPr>
          <w:trHeight w:val="780"/>
          <w:jc w:val="center"/>
        </w:trPr>
        <w:tc>
          <w:tcPr>
            <w:tcW w:w="1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B87546" w:rsidRPr="000D638C" w:rsidRDefault="00B87546" w:rsidP="004A4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Ekonomická klasifikácia</w:t>
            </w:r>
          </w:p>
        </w:tc>
        <w:tc>
          <w:tcPr>
            <w:tcW w:w="3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87546" w:rsidRPr="000D638C" w:rsidRDefault="00B87546" w:rsidP="004A4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Položky rozpočtu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87546" w:rsidRPr="000D638C" w:rsidRDefault="00B87546" w:rsidP="004A4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Schválený rozpočet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v €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) 2016</w:t>
            </w: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87546" w:rsidRPr="000D638C" w:rsidRDefault="00B87546" w:rsidP="00366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Upravený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rozpočet (</w:t>
            </w: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v €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87546" w:rsidRPr="000D638C" w:rsidRDefault="00B87546" w:rsidP="00366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Ú</w:t>
            </w: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prava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rozpočtu (</w:t>
            </w: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v €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B87546" w:rsidRPr="008D06ED" w:rsidRDefault="00B87546" w:rsidP="00366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D06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Rozpočet po úprave (v €)</w:t>
            </w:r>
          </w:p>
          <w:p w:rsidR="00B87546" w:rsidRPr="000D638C" w:rsidRDefault="00B87546" w:rsidP="00366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D06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2016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8D06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610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B87546" w:rsidRPr="000D638C" w:rsidRDefault="00B87546" w:rsidP="008D06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46" w:rsidRPr="000D638C" w:rsidRDefault="00B87546" w:rsidP="008D06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B623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Mzdy, platy, služobné príjmy a ostatné osobné vyrovnania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312B6D" w:rsidRDefault="00B87546" w:rsidP="008D06E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754 815,00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7546" w:rsidRPr="001D1B46" w:rsidRDefault="00B87546" w:rsidP="008D06E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816 656,00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1D1B46" w:rsidRDefault="00B87546" w:rsidP="008D06E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7546" w:rsidRPr="001D1B46" w:rsidRDefault="00B87546" w:rsidP="008D06E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816 656,00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8D06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620</w:t>
            </w: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87546" w:rsidRPr="000D638C" w:rsidRDefault="00B87546" w:rsidP="008D06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8D06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Poistné a príspevky do poisťovní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8D06E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279 302,00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87546" w:rsidRPr="001D1B46" w:rsidRDefault="00B87546" w:rsidP="008D06E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306 375,00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1D1B46" w:rsidRDefault="00B87546" w:rsidP="008D06E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87546" w:rsidRPr="001D1B46" w:rsidRDefault="00B87546" w:rsidP="008D06E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306 375,00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630</w:t>
            </w: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Tovary a služby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450 883,00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502  733,00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12B6D">
              <w:rPr>
                <w:rFonts w:ascii="Times New Roman" w:hAnsi="Times New Roman"/>
                <w:b/>
                <w:sz w:val="20"/>
                <w:szCs w:val="20"/>
              </w:rPr>
              <w:t>-2 650,00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sz w:val="18"/>
                <w:szCs w:val="18"/>
              </w:rPr>
              <w:t>500 083,00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631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Cestovné náhrady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2B6D">
              <w:rPr>
                <w:rFonts w:ascii="Times New Roman" w:hAnsi="Times New Roman"/>
                <w:sz w:val="20"/>
                <w:szCs w:val="20"/>
              </w:rPr>
              <w:t>-400,00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632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Energie, voda a komunikácie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130 780,00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sz w:val="18"/>
                <w:szCs w:val="18"/>
              </w:rPr>
              <w:t>135 030,00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2B6D">
              <w:rPr>
                <w:rFonts w:ascii="Times New Roman" w:hAnsi="Times New Roman"/>
                <w:sz w:val="20"/>
                <w:szCs w:val="20"/>
              </w:rPr>
              <w:t>-5 000,00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130 030,00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633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Materiál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217 826,00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sz w:val="18"/>
                <w:szCs w:val="18"/>
              </w:rPr>
              <w:t>255 476,00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2B6D">
              <w:rPr>
                <w:rFonts w:ascii="Times New Roman" w:hAnsi="Times New Roman"/>
                <w:sz w:val="20"/>
                <w:szCs w:val="20"/>
              </w:rPr>
              <w:t>14 900,00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270 376,00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634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Dopravné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2 840,00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2 840,00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2B6D">
              <w:rPr>
                <w:rFonts w:ascii="Times New Roman" w:hAnsi="Times New Roman"/>
                <w:sz w:val="20"/>
                <w:szCs w:val="20"/>
              </w:rPr>
              <w:t>-1 000,00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1 840,00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635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Rutinná a štandardná údržba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11 200,00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11 200,00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2B6D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14 200,00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636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Nájomné za nájom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8 800,00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2B6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8 800,00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637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Služby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pStyle w:val="ListParagraph"/>
              <w:numPr>
                <w:ilvl w:val="0"/>
                <w:numId w:val="17"/>
              </w:numPr>
              <w:spacing w:after="0"/>
              <w:ind w:left="634" w:hanging="274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637,00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ind w:left="36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88 587,00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2B6D">
              <w:rPr>
                <w:rFonts w:ascii="Times New Roman" w:hAnsi="Times New Roman"/>
                <w:sz w:val="20"/>
                <w:szCs w:val="20"/>
              </w:rPr>
              <w:t>-14 150,00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74 437,00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640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Bežné transfery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12B6D">
              <w:rPr>
                <w:rFonts w:ascii="Times New Roman" w:hAnsi="Times New Roman"/>
                <w:b/>
                <w:sz w:val="20"/>
                <w:szCs w:val="20"/>
              </w:rPr>
              <w:t>2 650,00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sz w:val="18"/>
                <w:szCs w:val="18"/>
              </w:rPr>
              <w:t>15 100,00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546" w:rsidRPr="000D638C" w:rsidRDefault="00B87546" w:rsidP="00FD42B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642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FD42B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Transfery jednotlivcom a neziskovým PO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7546" w:rsidRPr="00312B6D" w:rsidRDefault="00B87546" w:rsidP="00FD42B2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color w:val="000000"/>
                <w:sz w:val="18"/>
                <w:szCs w:val="18"/>
              </w:rPr>
              <w:t>12 450,00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87546" w:rsidRPr="00312B6D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2B6D">
              <w:rPr>
                <w:rFonts w:ascii="Times New Roman" w:hAnsi="Times New Roman"/>
                <w:sz w:val="20"/>
                <w:szCs w:val="20"/>
              </w:rPr>
              <w:t>2 650,00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</w:tcPr>
          <w:p w:rsidR="00B87546" w:rsidRPr="001D1B46" w:rsidRDefault="00B87546" w:rsidP="00FD42B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15 100,00</w:t>
            </w:r>
          </w:p>
        </w:tc>
      </w:tr>
      <w:tr w:rsidR="00B87546" w:rsidRPr="00312B6D" w:rsidTr="001D1B46">
        <w:trPr>
          <w:trHeight w:val="20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600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8D08D"/>
            <w:noWrap/>
            <w:vAlign w:val="bottom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BEŽNÉ VÝDAVKY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1 488 000,00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1 638 214,00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</w:tcPr>
          <w:p w:rsidR="00B87546" w:rsidRPr="001D1B46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1 638 214,00</w:t>
            </w:r>
          </w:p>
        </w:tc>
      </w:tr>
      <w:tr w:rsidR="00B87546" w:rsidRPr="00312B6D" w:rsidTr="001D1B46">
        <w:trPr>
          <w:trHeight w:val="300"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87546" w:rsidRPr="000D638C" w:rsidRDefault="00B87546" w:rsidP="004A40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68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87546" w:rsidRPr="000D638C" w:rsidRDefault="00B87546" w:rsidP="004A40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326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rPr>
                <w:rFonts w:ascii="Times New Roman" w:hAnsi="Times New Roman"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87546" w:rsidRPr="001D1B46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FFFFFF"/>
                <w:sz w:val="18"/>
                <w:szCs w:val="18"/>
                <w:lang w:eastAsia="sk-SK"/>
              </w:rPr>
            </w:pPr>
          </w:p>
        </w:tc>
      </w:tr>
      <w:tr w:rsidR="00B87546" w:rsidRPr="00312B6D" w:rsidTr="001D1B46">
        <w:trPr>
          <w:trHeight w:val="300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200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46" w:rsidRPr="000D638C" w:rsidRDefault="00B87546" w:rsidP="00D279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Nedaňové príjmy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766 080,00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33 </w:t>
            </w: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312B6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7546" w:rsidRPr="001D1B46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833 170,00</w:t>
            </w:r>
          </w:p>
        </w:tc>
      </w:tr>
      <w:tr w:rsidR="00B87546" w:rsidRPr="00312B6D" w:rsidTr="001D1B46">
        <w:trPr>
          <w:trHeight w:val="499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87546" w:rsidRPr="000D638C" w:rsidRDefault="00B87546" w:rsidP="007B03C1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223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46" w:rsidRPr="000D638C" w:rsidRDefault="00B87546" w:rsidP="00D279F8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Poplatky a platby z nepriemyselného                                     a náhodného predaja a služieb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766 080,00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sz w:val="18"/>
                <w:szCs w:val="18"/>
                <w:lang w:eastAsia="sk-SK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t>33</w:t>
            </w:r>
            <w:r w:rsidRPr="000D638C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170,00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7546" w:rsidRPr="001D1B46" w:rsidRDefault="00B87546" w:rsidP="00D279F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833 170,00</w:t>
            </w:r>
          </w:p>
        </w:tc>
      </w:tr>
      <w:tr w:rsidR="00B87546" w:rsidRPr="00312B6D" w:rsidTr="001D1B46">
        <w:trPr>
          <w:trHeight w:val="300"/>
          <w:jc w:val="center"/>
        </w:trPr>
        <w:tc>
          <w:tcPr>
            <w:tcW w:w="4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7546" w:rsidRPr="000D638C" w:rsidRDefault="00B87546" w:rsidP="00D279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Granty a transfery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721 920,00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80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5 044</w:t>
            </w: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87546" w:rsidRPr="001D1B46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816 094,00</w:t>
            </w:r>
          </w:p>
        </w:tc>
      </w:tr>
      <w:tr w:rsidR="00B87546" w:rsidRPr="00312B6D" w:rsidTr="001D1B46">
        <w:trPr>
          <w:trHeight w:val="300"/>
          <w:jc w:val="center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311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7546" w:rsidRPr="000D638C" w:rsidRDefault="00B87546" w:rsidP="00D279F8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Granty - sponzorské dary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800</w:t>
            </w:r>
            <w:r w:rsidRPr="000D638C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7546" w:rsidRPr="001D1B46" w:rsidRDefault="00B87546" w:rsidP="00D279F8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color w:val="000000"/>
                <w:sz w:val="18"/>
                <w:szCs w:val="18"/>
              </w:rPr>
              <w:t>3 800,00</w:t>
            </w:r>
          </w:p>
        </w:tc>
      </w:tr>
      <w:tr w:rsidR="00B87546" w:rsidRPr="00312B6D" w:rsidTr="001D1B46">
        <w:trPr>
          <w:trHeight w:val="300"/>
          <w:jc w:val="center"/>
        </w:trPr>
        <w:tc>
          <w:tcPr>
            <w:tcW w:w="47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7546" w:rsidRPr="000D638C" w:rsidRDefault="00B87546" w:rsidP="007B03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312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46" w:rsidRPr="000D638C" w:rsidRDefault="00B87546" w:rsidP="00D279F8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Transfery v rámci verejnej správy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-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štátna </w:t>
            </w: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dotácia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721 920,00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sz w:val="18"/>
                <w:szCs w:val="18"/>
                <w:lang w:eastAsia="sk-SK"/>
              </w:rPr>
              <w:t>769 920,00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7546" w:rsidRPr="001D1B46" w:rsidRDefault="00B87546" w:rsidP="00D279F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sz w:val="18"/>
                <w:szCs w:val="18"/>
              </w:rPr>
              <w:t>769 920,00</w:t>
            </w:r>
          </w:p>
        </w:tc>
      </w:tr>
      <w:tr w:rsidR="00B87546" w:rsidRPr="00312B6D" w:rsidTr="001D1B46">
        <w:trPr>
          <w:trHeight w:val="300"/>
          <w:jc w:val="center"/>
        </w:trPr>
        <w:tc>
          <w:tcPr>
            <w:tcW w:w="47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7546" w:rsidRPr="000D638C" w:rsidRDefault="00B87546" w:rsidP="007B03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312</w:t>
            </w:r>
          </w:p>
        </w:tc>
        <w:tc>
          <w:tcPr>
            <w:tcW w:w="32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46" w:rsidRPr="000D638C" w:rsidRDefault="00B87546" w:rsidP="00D279F8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Transfery v rámci verejnej správy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 - p</w:t>
            </w: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ríspevok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od </w:t>
            </w: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mest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>a</w:t>
            </w:r>
            <w:r w:rsidRPr="000D638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sk-SK"/>
              </w:rPr>
              <w:t xml:space="preserve"> Michalovce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31 324</w:t>
            </w:r>
            <w:r w:rsidRPr="000D638C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12B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87546" w:rsidRPr="001D1B46" w:rsidRDefault="00B87546" w:rsidP="00D279F8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color w:val="000000"/>
                <w:sz w:val="18"/>
                <w:szCs w:val="18"/>
              </w:rPr>
              <w:t>31 324,00</w:t>
            </w:r>
          </w:p>
        </w:tc>
      </w:tr>
      <w:tr w:rsidR="00B87546" w:rsidRPr="00312B6D" w:rsidTr="001D1B46">
        <w:trPr>
          <w:trHeight w:val="300"/>
          <w:jc w:val="center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8D08D"/>
            <w:noWrap/>
            <w:vAlign w:val="bottom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/>
            <w:noWrap/>
            <w:vAlign w:val="bottom"/>
          </w:tcPr>
          <w:p w:rsidR="00B87546" w:rsidRPr="000D638C" w:rsidRDefault="00B87546" w:rsidP="007B03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/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PRÍJMY SPOLU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8D08D"/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1 488 000,00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8D08D"/>
            <w:noWrap/>
            <w:vAlign w:val="center"/>
          </w:tcPr>
          <w:p w:rsidR="00B87546" w:rsidRPr="000D638C" w:rsidRDefault="00B87546" w:rsidP="00D279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38 214</w:t>
            </w:r>
            <w:r w:rsidRPr="000D638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8D08D"/>
            <w:noWrap/>
            <w:vAlign w:val="center"/>
          </w:tcPr>
          <w:p w:rsidR="00B87546" w:rsidRPr="00312B6D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12B6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</w:tcPr>
          <w:p w:rsidR="00B87546" w:rsidRPr="001D1B46" w:rsidRDefault="00B87546" w:rsidP="00D279F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B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1 638 214,00</w:t>
            </w:r>
          </w:p>
        </w:tc>
      </w:tr>
    </w:tbl>
    <w:p w:rsidR="00B87546" w:rsidRDefault="00B87546" w:rsidP="000D638C">
      <w:pPr>
        <w:spacing w:after="0" w:line="240" w:lineRule="auto"/>
      </w:pPr>
    </w:p>
    <w:p w:rsidR="00B87546" w:rsidRDefault="00B87546" w:rsidP="008A444D">
      <w:pPr>
        <w:spacing w:after="0" w:line="240" w:lineRule="auto"/>
        <w:ind w:left="567" w:hanging="567"/>
        <w:rPr>
          <w:rFonts w:ascii="Times New Roman" w:hAnsi="Times New Roman"/>
          <w:b/>
          <w:sz w:val="24"/>
          <w:szCs w:val="24"/>
          <w:u w:val="single"/>
        </w:rPr>
      </w:pPr>
    </w:p>
    <w:p w:rsidR="00B87546" w:rsidRDefault="00B87546" w:rsidP="004B45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B87546" w:rsidSect="000D638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546" w:rsidRDefault="00B87546" w:rsidP="00D61E60">
      <w:pPr>
        <w:spacing w:after="0" w:line="240" w:lineRule="auto"/>
      </w:pPr>
      <w:r>
        <w:separator/>
      </w:r>
    </w:p>
  </w:endnote>
  <w:endnote w:type="continuationSeparator" w:id="0">
    <w:p w:rsidR="00B87546" w:rsidRDefault="00B87546" w:rsidP="00D61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546" w:rsidRDefault="00B87546" w:rsidP="00D61E60">
      <w:pPr>
        <w:spacing w:after="0" w:line="240" w:lineRule="auto"/>
      </w:pPr>
      <w:r>
        <w:separator/>
      </w:r>
    </w:p>
  </w:footnote>
  <w:footnote w:type="continuationSeparator" w:id="0">
    <w:p w:rsidR="00B87546" w:rsidRDefault="00B87546" w:rsidP="00D61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05E4"/>
    <w:multiLevelType w:val="hybridMultilevel"/>
    <w:tmpl w:val="45982D48"/>
    <w:lvl w:ilvl="0" w:tplc="041B0011">
      <w:start w:val="1"/>
      <w:numFmt w:val="decimal"/>
      <w:lvlText w:val="%1)"/>
      <w:lvlJc w:val="left"/>
      <w:pPr>
        <w:ind w:left="200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1">
    <w:nsid w:val="0BFB4E7B"/>
    <w:multiLevelType w:val="hybridMultilevel"/>
    <w:tmpl w:val="12EAFE2E"/>
    <w:lvl w:ilvl="0" w:tplc="956495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i w:val="0"/>
      </w:rPr>
    </w:lvl>
    <w:lvl w:ilvl="1" w:tplc="041B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F9D26A1"/>
    <w:multiLevelType w:val="hybridMultilevel"/>
    <w:tmpl w:val="7144C4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B5549"/>
    <w:multiLevelType w:val="hybridMultilevel"/>
    <w:tmpl w:val="6A22005A"/>
    <w:lvl w:ilvl="0" w:tplc="9A22ADA0">
      <w:start w:val="78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BB354F6"/>
    <w:multiLevelType w:val="hybridMultilevel"/>
    <w:tmpl w:val="B4FA83A0"/>
    <w:lvl w:ilvl="0" w:tplc="D1507010">
      <w:start w:val="7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4D1226"/>
    <w:multiLevelType w:val="hybridMultilevel"/>
    <w:tmpl w:val="C42EAD3A"/>
    <w:lvl w:ilvl="0" w:tplc="297495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775987"/>
    <w:multiLevelType w:val="hybridMultilevel"/>
    <w:tmpl w:val="35D247DC"/>
    <w:lvl w:ilvl="0" w:tplc="A1E0A8C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F773274"/>
    <w:multiLevelType w:val="hybridMultilevel"/>
    <w:tmpl w:val="2E14FE86"/>
    <w:lvl w:ilvl="0" w:tplc="2BE699FE">
      <w:start w:val="7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C12E69"/>
    <w:multiLevelType w:val="hybridMultilevel"/>
    <w:tmpl w:val="A7EA3F7E"/>
    <w:lvl w:ilvl="0" w:tplc="D05296EE">
      <w:start w:val="8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A85539"/>
    <w:multiLevelType w:val="hybridMultilevel"/>
    <w:tmpl w:val="288030AE"/>
    <w:lvl w:ilvl="0" w:tplc="8AF8C1D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A383B42"/>
    <w:multiLevelType w:val="hybridMultilevel"/>
    <w:tmpl w:val="8DF43F96"/>
    <w:lvl w:ilvl="0" w:tplc="22AA5B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A3E20AA"/>
    <w:multiLevelType w:val="hybridMultilevel"/>
    <w:tmpl w:val="97484FFC"/>
    <w:lvl w:ilvl="0" w:tplc="041B000B">
      <w:start w:val="1"/>
      <w:numFmt w:val="bullet"/>
      <w:lvlText w:val=""/>
      <w:lvlJc w:val="left"/>
      <w:pPr>
        <w:ind w:hanging="360"/>
      </w:pPr>
      <w:rPr>
        <w:rFonts w:ascii="Wingdings" w:hAnsi="Wingdings" w:hint="default"/>
        <w:i/>
      </w:rPr>
    </w:lvl>
    <w:lvl w:ilvl="1" w:tplc="041B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3B531A45"/>
    <w:multiLevelType w:val="hybridMultilevel"/>
    <w:tmpl w:val="E2DEF9DE"/>
    <w:lvl w:ilvl="0" w:tplc="041B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CD272DB"/>
    <w:multiLevelType w:val="hybridMultilevel"/>
    <w:tmpl w:val="08CE04FE"/>
    <w:lvl w:ilvl="0" w:tplc="041B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BC03A20"/>
    <w:multiLevelType w:val="hybridMultilevel"/>
    <w:tmpl w:val="58E4A992"/>
    <w:lvl w:ilvl="0" w:tplc="041B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>
    <w:nsid w:val="57867325"/>
    <w:multiLevelType w:val="hybridMultilevel"/>
    <w:tmpl w:val="4BE4BA76"/>
    <w:lvl w:ilvl="0" w:tplc="0E7ABD00">
      <w:start w:val="8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DB658A"/>
    <w:multiLevelType w:val="hybridMultilevel"/>
    <w:tmpl w:val="3D1CD50A"/>
    <w:lvl w:ilvl="0" w:tplc="956495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i w:val="0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3"/>
  </w:num>
  <w:num w:numId="5">
    <w:abstractNumId w:val="12"/>
  </w:num>
  <w:num w:numId="6">
    <w:abstractNumId w:val="16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  <w:num w:numId="11">
    <w:abstractNumId w:val="14"/>
  </w:num>
  <w:num w:numId="12">
    <w:abstractNumId w:val="0"/>
  </w:num>
  <w:num w:numId="13">
    <w:abstractNumId w:val="15"/>
  </w:num>
  <w:num w:numId="14">
    <w:abstractNumId w:val="8"/>
  </w:num>
  <w:num w:numId="15">
    <w:abstractNumId w:val="4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681"/>
    <w:rsid w:val="00021558"/>
    <w:rsid w:val="00084895"/>
    <w:rsid w:val="00094C56"/>
    <w:rsid w:val="000D638C"/>
    <w:rsid w:val="000E6C43"/>
    <w:rsid w:val="001519DC"/>
    <w:rsid w:val="00170AA2"/>
    <w:rsid w:val="001725B4"/>
    <w:rsid w:val="00183CF4"/>
    <w:rsid w:val="001A4F84"/>
    <w:rsid w:val="001B5352"/>
    <w:rsid w:val="001D1B46"/>
    <w:rsid w:val="001D76AD"/>
    <w:rsid w:val="0020626D"/>
    <w:rsid w:val="002519D6"/>
    <w:rsid w:val="002D3DF7"/>
    <w:rsid w:val="002E25D9"/>
    <w:rsid w:val="00312B6D"/>
    <w:rsid w:val="003662B3"/>
    <w:rsid w:val="00370611"/>
    <w:rsid w:val="0039505F"/>
    <w:rsid w:val="003C67B4"/>
    <w:rsid w:val="003F73BE"/>
    <w:rsid w:val="00443F9C"/>
    <w:rsid w:val="004450B7"/>
    <w:rsid w:val="0044535B"/>
    <w:rsid w:val="00447CFB"/>
    <w:rsid w:val="004A40AC"/>
    <w:rsid w:val="004B1812"/>
    <w:rsid w:val="004B452D"/>
    <w:rsid w:val="004C7479"/>
    <w:rsid w:val="00672DB7"/>
    <w:rsid w:val="006B623B"/>
    <w:rsid w:val="006C3B4B"/>
    <w:rsid w:val="00740AC4"/>
    <w:rsid w:val="00762A08"/>
    <w:rsid w:val="0078271A"/>
    <w:rsid w:val="007940A0"/>
    <w:rsid w:val="007B03C1"/>
    <w:rsid w:val="007B5AE1"/>
    <w:rsid w:val="007D2072"/>
    <w:rsid w:val="008004BC"/>
    <w:rsid w:val="008132B0"/>
    <w:rsid w:val="00891EA7"/>
    <w:rsid w:val="008A444D"/>
    <w:rsid w:val="008D06ED"/>
    <w:rsid w:val="00915681"/>
    <w:rsid w:val="00B10C33"/>
    <w:rsid w:val="00B507CC"/>
    <w:rsid w:val="00B5695D"/>
    <w:rsid w:val="00B87546"/>
    <w:rsid w:val="00BA71A2"/>
    <w:rsid w:val="00BC2D05"/>
    <w:rsid w:val="00C35DFB"/>
    <w:rsid w:val="00C46032"/>
    <w:rsid w:val="00CF5115"/>
    <w:rsid w:val="00D07AC8"/>
    <w:rsid w:val="00D279F8"/>
    <w:rsid w:val="00D44C3D"/>
    <w:rsid w:val="00D61E60"/>
    <w:rsid w:val="00D73E4C"/>
    <w:rsid w:val="00DD07D3"/>
    <w:rsid w:val="00DE60BE"/>
    <w:rsid w:val="00E235CA"/>
    <w:rsid w:val="00EA2C08"/>
    <w:rsid w:val="00EC3E42"/>
    <w:rsid w:val="00EE2C8B"/>
    <w:rsid w:val="00F142C8"/>
    <w:rsid w:val="00F1739C"/>
    <w:rsid w:val="00F470E7"/>
    <w:rsid w:val="00F60F66"/>
    <w:rsid w:val="00F87E2A"/>
    <w:rsid w:val="00F918AB"/>
    <w:rsid w:val="00FA0971"/>
    <w:rsid w:val="00FD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F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918AB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D61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61E6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61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61E6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13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32B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8132B0"/>
    <w:pPr>
      <w:ind w:left="720"/>
      <w:contextualSpacing/>
    </w:pPr>
  </w:style>
  <w:style w:type="table" w:styleId="TableGrid">
    <w:name w:val="Table Grid"/>
    <w:basedOn w:val="TableNormal"/>
    <w:uiPriority w:val="99"/>
    <w:rsid w:val="008004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2519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65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258</Words>
  <Characters>1471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MDS</dc:title>
  <dc:subject/>
  <dc:creator>Marianka</dc:creator>
  <cp:keywords/>
  <dc:description/>
  <cp:lastModifiedBy>Oľga Bereznaninová</cp:lastModifiedBy>
  <cp:revision>4</cp:revision>
  <cp:lastPrinted>2016-11-28T10:55:00Z</cp:lastPrinted>
  <dcterms:created xsi:type="dcterms:W3CDTF">2016-11-29T07:46:00Z</dcterms:created>
  <dcterms:modified xsi:type="dcterms:W3CDTF">2016-11-29T11:15:00Z</dcterms:modified>
</cp:coreProperties>
</file>